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EA" w:rsidRDefault="00B664EA" w:rsidP="00B664EA">
      <w:pPr>
        <w:keepNext/>
        <w:tabs>
          <w:tab w:val="center" w:pos="4818"/>
        </w:tabs>
        <w:overflowPunct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ГОСТ Р3105-2015</w:t>
      </w:r>
    </w:p>
    <w:p w:rsidR="0027451D" w:rsidRPr="00F4687D" w:rsidRDefault="0027451D" w:rsidP="00B664EA">
      <w:pPr>
        <w:keepNext/>
        <w:tabs>
          <w:tab w:val="center" w:pos="4818"/>
        </w:tabs>
        <w:overflowPunct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F4687D">
        <w:rPr>
          <w:rFonts w:ascii="Times New Roman" w:hAnsi="Times New Roman" w:cs="Times New Roman"/>
          <w:b/>
          <w:sz w:val="24"/>
          <w:szCs w:val="24"/>
        </w:rPr>
        <w:t>Источник рецептуры: Сборник рецептур блюд и кулинарных изделий, Арий, 20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F4687D">
        <w:rPr>
          <w:rFonts w:ascii="Times New Roman" w:hAnsi="Times New Roman" w:cs="Times New Roman"/>
          <w:b/>
          <w:sz w:val="24"/>
          <w:szCs w:val="24"/>
        </w:rPr>
        <w:t>.</w:t>
      </w:r>
    </w:p>
    <w:p w:rsidR="0027451D" w:rsidRPr="00F4687D" w:rsidRDefault="0027451D" w:rsidP="0027451D">
      <w:pPr>
        <w:keepNext/>
        <w:tabs>
          <w:tab w:val="left" w:pos="1155"/>
          <w:tab w:val="center" w:pos="4818"/>
        </w:tabs>
        <w:overflowPunct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№ 65</w:t>
      </w:r>
      <w:r w:rsidRPr="00F4687D">
        <w:rPr>
          <w:rFonts w:ascii="Times New Roman" w:hAnsi="Times New Roman" w:cs="Times New Roman"/>
          <w:b/>
          <w:sz w:val="24"/>
          <w:szCs w:val="24"/>
        </w:rPr>
        <w:t>9</w:t>
      </w:r>
    </w:p>
    <w:p w:rsidR="0027451D" w:rsidRPr="00F4687D" w:rsidRDefault="0027451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87D">
        <w:rPr>
          <w:rFonts w:ascii="Times New Roman" w:hAnsi="Times New Roman" w:cs="Times New Roman"/>
          <w:sz w:val="24"/>
          <w:szCs w:val="24"/>
        </w:rPr>
        <w:t xml:space="preserve">Наименование блюда: </w:t>
      </w:r>
      <w:r w:rsidR="00F22E77">
        <w:rPr>
          <w:rFonts w:ascii="Times New Roman" w:hAnsi="Times New Roman" w:cs="Times New Roman"/>
          <w:sz w:val="24"/>
          <w:szCs w:val="24"/>
        </w:rPr>
        <w:t>«</w:t>
      </w:r>
      <w:r w:rsidRPr="00F4687D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отлета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по-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киевски</w:t>
      </w:r>
      <w:proofErr w:type="spellEnd"/>
      <w:proofErr w:type="gramEnd"/>
      <w:r w:rsidR="00F22E77">
        <w:rPr>
          <w:rFonts w:ascii="Times New Roman" w:hAnsi="Times New Roman" w:cs="Times New Roman"/>
          <w:b/>
          <w:sz w:val="24"/>
          <w:szCs w:val="24"/>
        </w:rPr>
        <w:t>»</w:t>
      </w:r>
      <w:r w:rsidR="0042364D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836"/>
        <w:gridCol w:w="1701"/>
        <w:gridCol w:w="1701"/>
        <w:gridCol w:w="1701"/>
        <w:gridCol w:w="1701"/>
        <w:gridCol w:w="5812"/>
      </w:tblGrid>
      <w:tr w:rsidR="0027451D" w:rsidRPr="00F4687D" w:rsidTr="0042364D">
        <w:trPr>
          <w:cantSplit/>
          <w:trHeight w:val="129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D" w:rsidRPr="00F4687D" w:rsidRDefault="0027451D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87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сырья, пищевых продуктов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27451D" w:rsidRPr="0027451D" w:rsidRDefault="0027451D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Масса брутто, </w:t>
            </w:r>
            <w:proofErr w:type="gramStart"/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27451D" w:rsidRPr="0027451D" w:rsidRDefault="0027451D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порция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27451D" w:rsidRPr="0027451D" w:rsidRDefault="0027451D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Масса нетто или полуфабриката, </w:t>
            </w:r>
            <w:proofErr w:type="gramStart"/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, 1 порция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451D" w:rsidRPr="0027451D" w:rsidRDefault="0027451D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Масса брутто, </w:t>
            </w:r>
            <w:proofErr w:type="gramStart"/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27451D" w:rsidRPr="0027451D" w:rsidRDefault="0027451D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3 порции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451D" w:rsidRPr="0027451D" w:rsidRDefault="0027451D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Масса нетто или полуфабриката, </w:t>
            </w:r>
            <w:proofErr w:type="gramStart"/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proofErr w:type="gramEnd"/>
            <w:r w:rsidRPr="0027451D">
              <w:rPr>
                <w:rFonts w:ascii="Times New Roman" w:hAnsi="Times New Roman" w:cs="Times New Roman"/>
                <w:b/>
                <w:sz w:val="20"/>
                <w:szCs w:val="20"/>
              </w:rPr>
              <w:t>, 3 порции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1D" w:rsidRPr="00F4687D" w:rsidRDefault="0027451D" w:rsidP="002D3D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87D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Технологический процесс изготовления, оформления и подачи блюда (изделия), условия и сроки реализации</w:t>
            </w:r>
          </w:p>
        </w:tc>
      </w:tr>
      <w:tr w:rsidR="002F71E0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2F71E0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83+7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249+21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C" w:rsidRDefault="002D3D7C" w:rsidP="00BD0E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Сливочное масло размягчают, соединяют с мелко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рубленной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зеленью, соком лимона (по вкусу).</w:t>
            </w:r>
            <w:r w:rsidR="00BD0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масла формуют колбаску, замораживают.</w:t>
            </w:r>
          </w:p>
          <w:p w:rsidR="00D36673" w:rsidRDefault="00D36673" w:rsidP="00BD0E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тушки птицы удаляют кожу. Глубоким надрезом вдоль килевой кости срезают филе вместе с костью</w:t>
            </w:r>
            <w:r w:rsidR="00A92AE6">
              <w:rPr>
                <w:rFonts w:ascii="Times New Roman" w:hAnsi="Times New Roman" w:cs="Times New Roman"/>
                <w:sz w:val="24"/>
                <w:szCs w:val="24"/>
              </w:rPr>
              <w:t xml:space="preserve"> крыла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92A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ость перерубают в суставе, зачищают от мякоти и сухожилий.</w:t>
            </w:r>
          </w:p>
          <w:p w:rsidR="00D36673" w:rsidRDefault="002F71E0" w:rsidP="00BD0E1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Филе птицы зачищают. Для этого отделяют малое филе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D7C">
              <w:rPr>
                <w:rFonts w:ascii="Times New Roman" w:hAnsi="Times New Roman" w:cs="Times New Roman"/>
                <w:sz w:val="24"/>
                <w:szCs w:val="24"/>
              </w:rPr>
              <w:t>большого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Из малого филе удаляют сухожилие, а из большого</w:t>
            </w:r>
            <w:r w:rsidR="00F22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остаток ключицы. Зачищенное большое филе смачивают холодной водой, удаляют поверхностную пленку. Большое филе надрезают с внутренней стороны в продольном направлении, слегка раскрывают, перерезают в 2х- 3х местах сухожилия. </w:t>
            </w:r>
          </w:p>
          <w:p w:rsidR="00A92AE6" w:rsidRDefault="00A92AE6" w:rsidP="00A92A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</w:t>
            </w:r>
            <w:r w:rsidR="00F22E77">
              <w:rPr>
                <w:rFonts w:ascii="Times New Roman" w:hAnsi="Times New Roman" w:cs="Times New Roman"/>
                <w:sz w:val="24"/>
                <w:szCs w:val="24"/>
              </w:rPr>
              <w:t xml:space="preserve">одготовленное филе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укладывают</w:t>
            </w:r>
            <w:r w:rsidR="00F22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зеленое масло</w:t>
            </w:r>
            <w:r w:rsidR="00F22E77">
              <w:rPr>
                <w:rFonts w:ascii="Times New Roman" w:hAnsi="Times New Roman" w:cs="Times New Roman"/>
                <w:sz w:val="24"/>
                <w:szCs w:val="24"/>
              </w:rPr>
              <w:t xml:space="preserve">, сверху укладывают малое филе, которое покрывают развернутой частью большого филе.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Формуют котлету удлиненной формы. Котлету с</w:t>
            </w:r>
            <w:r w:rsidR="00F22E77">
              <w:rPr>
                <w:rFonts w:ascii="Times New Roman" w:hAnsi="Times New Roman" w:cs="Times New Roman"/>
                <w:sz w:val="24"/>
                <w:szCs w:val="24"/>
              </w:rPr>
              <w:t xml:space="preserve">мачивают в </w:t>
            </w:r>
            <w:proofErr w:type="spellStart"/>
            <w:r w:rsidR="00F22E77">
              <w:rPr>
                <w:rFonts w:ascii="Times New Roman" w:hAnsi="Times New Roman" w:cs="Times New Roman"/>
                <w:sz w:val="24"/>
                <w:szCs w:val="24"/>
              </w:rPr>
              <w:t>льезоне</w:t>
            </w:r>
            <w:proofErr w:type="spellEnd"/>
            <w:r w:rsidR="00F22E77">
              <w:rPr>
                <w:rFonts w:ascii="Times New Roman" w:hAnsi="Times New Roman" w:cs="Times New Roman"/>
                <w:sz w:val="24"/>
                <w:szCs w:val="24"/>
              </w:rPr>
              <w:t>, панируют дважды в белой панировке и жарят во фритюре 5-7 минут до образования поджаристой корочки. Доводят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готовности в пароконвектомате при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в течени</w:t>
            </w:r>
            <w:r w:rsidR="004236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4-5 минут.</w:t>
            </w:r>
            <w:r w:rsidR="00F22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71E0" w:rsidRPr="00F4687D" w:rsidRDefault="00A92AE6" w:rsidP="00A92A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22E77">
              <w:rPr>
                <w:rFonts w:ascii="Times New Roman" w:hAnsi="Times New Roman" w:cs="Times New Roman"/>
                <w:sz w:val="24"/>
                <w:szCs w:val="24"/>
              </w:rPr>
              <w:t>ри отпуске котлеты поливают сливочным маслом.</w:t>
            </w:r>
          </w:p>
        </w:tc>
      </w:tr>
      <w:tr w:rsidR="00763AD4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Pr="00763AD4" w:rsidRDefault="00763AD4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AD4">
              <w:rPr>
                <w:rFonts w:ascii="Times New Roman" w:hAnsi="Times New Roman" w:cs="Times New Roman"/>
                <w:b/>
                <w:sz w:val="24"/>
                <w:szCs w:val="24"/>
              </w:rPr>
              <w:t>Для масла зеленого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Pr="00F4687D" w:rsidRDefault="00763AD4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AD4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Pr="00763AD4" w:rsidRDefault="00763AD4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AD4">
              <w:rPr>
                <w:rFonts w:ascii="Times New Roman" w:hAnsi="Times New Roman" w:cs="Times New Roman"/>
                <w:sz w:val="24"/>
                <w:szCs w:val="24"/>
              </w:rPr>
              <w:t>Зелень петрушки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Pr="00F4687D" w:rsidRDefault="00763AD4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1E0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E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4E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6673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73" w:rsidRDefault="00D36673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73" w:rsidRDefault="00D36673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73" w:rsidRDefault="00D36673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73" w:rsidRPr="00B664EA" w:rsidRDefault="00D36673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73" w:rsidRPr="00B664EA" w:rsidRDefault="00D36673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673" w:rsidRPr="00F4687D" w:rsidRDefault="00D36673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3AD4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Pr="00763AD4" w:rsidRDefault="00763AD4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AD4">
              <w:rPr>
                <w:rFonts w:ascii="Times New Roman" w:hAnsi="Times New Roman" w:cs="Times New Roman"/>
                <w:b/>
                <w:sz w:val="24"/>
                <w:szCs w:val="24"/>
              </w:rPr>
              <w:t>Для панировки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Default="00763AD4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Pr="00B664EA" w:rsidRDefault="00763AD4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Pr="00B664EA" w:rsidRDefault="00763AD4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D4" w:rsidRPr="00F4687D" w:rsidRDefault="00763AD4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1E0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Яйца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1шт</w:t>
            </w:r>
            <w:r w:rsidR="00E018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1E0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1E0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27451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51D">
              <w:rPr>
                <w:rFonts w:ascii="Times New Roman" w:hAnsi="Times New Roman" w:cs="Times New Roman"/>
                <w:b/>
                <w:sz w:val="24"/>
                <w:szCs w:val="24"/>
              </w:rPr>
              <w:t>Масса полуфабриката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27451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2F71E0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145+7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2F71E0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B664EA">
              <w:rPr>
                <w:rFonts w:ascii="Times New Roman" w:hAnsi="Times New Roman" w:cs="Times New Roman"/>
                <w:b/>
                <w:sz w:val="24"/>
                <w:szCs w:val="24"/>
              </w:rPr>
              <w:t>435+21</w:t>
            </w:r>
            <w:r w:rsidRPr="00B664E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1E0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Масло растительное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1E0" w:rsidRPr="00F4687D" w:rsidTr="0042364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27451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51D">
              <w:rPr>
                <w:rFonts w:ascii="Times New Roman" w:hAnsi="Times New Roman" w:cs="Times New Roman"/>
                <w:b/>
                <w:sz w:val="24"/>
                <w:szCs w:val="24"/>
              </w:rPr>
              <w:t>Масса жареных котлет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2F71E0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2F71E0">
              <w:rPr>
                <w:rFonts w:ascii="Times New Roman" w:hAnsi="Times New Roman" w:cs="Times New Roman"/>
                <w:b/>
                <w:sz w:val="24"/>
                <w:szCs w:val="24"/>
              </w:rPr>
              <w:t>128+7</w:t>
            </w:r>
            <w:r w:rsidRPr="002F71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2F71E0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B664EA">
              <w:rPr>
                <w:rFonts w:ascii="Times New Roman" w:hAnsi="Times New Roman" w:cs="Times New Roman"/>
                <w:b/>
                <w:sz w:val="24"/>
                <w:szCs w:val="24"/>
              </w:rPr>
              <w:t>384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1E0" w:rsidRPr="00F4687D" w:rsidTr="0042364D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2F71E0" w:rsidRDefault="002F71E0" w:rsidP="0027451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1E0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2F71E0" w:rsidRDefault="002F71E0" w:rsidP="002F71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1E0" w:rsidRPr="00F4687D" w:rsidRDefault="002F71E0" w:rsidP="002745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1E0" w:rsidRPr="00F4687D" w:rsidTr="0042364D">
        <w:trPr>
          <w:trHeight w:val="33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416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Выход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416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8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2F71E0" w:rsidP="0041622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2F71E0">
              <w:rPr>
                <w:rFonts w:ascii="Times New Roman" w:hAnsi="Times New Roman" w:cs="Times New Roman"/>
                <w:b/>
                <w:sz w:val="24"/>
                <w:szCs w:val="24"/>
              </w:rPr>
              <w:t>8+7</w:t>
            </w:r>
            <w:r w:rsidRPr="002F71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F4687D" w:rsidRDefault="00B664EA" w:rsidP="00B66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E0" w:rsidRPr="00B664EA" w:rsidRDefault="00B664EA" w:rsidP="00B66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B664EA">
              <w:rPr>
                <w:rFonts w:ascii="Times New Roman" w:hAnsi="Times New Roman" w:cs="Times New Roman"/>
                <w:b/>
                <w:sz w:val="24"/>
                <w:szCs w:val="24"/>
              </w:rPr>
              <w:t>414+21</w:t>
            </w:r>
            <w:r w:rsidRPr="00B664EA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1E0" w:rsidRPr="00F4687D" w:rsidRDefault="002F71E0" w:rsidP="002745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4EA" w:rsidRPr="00F4687D" w:rsidTr="0042364D">
        <w:trPr>
          <w:trHeight w:val="333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4EA" w:rsidRPr="00F4687D" w:rsidRDefault="00B664EA" w:rsidP="002745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пищевой ценности белки-29,8 , жиры-</w:t>
            </w:r>
            <w:r w:rsidR="00FB7E0B">
              <w:rPr>
                <w:rFonts w:ascii="Times New Roman" w:hAnsi="Times New Roman" w:cs="Times New Roman"/>
                <w:b/>
                <w:sz w:val="24"/>
                <w:szCs w:val="24"/>
              </w:rPr>
              <w:t>38,4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 углеводы-</w:t>
            </w:r>
            <w:r w:rsidR="00FB7E0B">
              <w:rPr>
                <w:rFonts w:ascii="Times New Roman" w:hAnsi="Times New Roman" w:cs="Times New Roman"/>
                <w:b/>
                <w:sz w:val="24"/>
                <w:szCs w:val="24"/>
              </w:rPr>
              <w:t>39,7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калорийность</w:t>
            </w:r>
            <w:r w:rsidR="00FB7E0B">
              <w:rPr>
                <w:rFonts w:ascii="Times New Roman" w:hAnsi="Times New Roman" w:cs="Times New Roman"/>
                <w:b/>
                <w:sz w:val="24"/>
                <w:szCs w:val="24"/>
              </w:rPr>
              <w:t>-613,7.</w:t>
            </w:r>
          </w:p>
        </w:tc>
      </w:tr>
    </w:tbl>
    <w:p w:rsidR="002D3D7C" w:rsidRDefault="002D3D7C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3D7C" w:rsidRDefault="002D3D7C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364D" w:rsidRDefault="0042364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2364D" w:rsidRDefault="0042364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2AE6" w:rsidRDefault="00A92AE6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451D" w:rsidRPr="00F4687D" w:rsidRDefault="0027451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68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Качественная оценка готового блюда (изделия) </w:t>
      </w:r>
    </w:p>
    <w:p w:rsidR="0027451D" w:rsidRPr="00F4687D" w:rsidRDefault="0027451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87D">
        <w:rPr>
          <w:rFonts w:ascii="Times New Roman" w:hAnsi="Times New Roman" w:cs="Times New Roman"/>
          <w:b/>
          <w:sz w:val="24"/>
          <w:szCs w:val="24"/>
        </w:rPr>
        <w:t>Внешний вид:</w:t>
      </w:r>
      <w:r w:rsidRPr="00F4687D">
        <w:rPr>
          <w:rFonts w:ascii="Times New Roman" w:hAnsi="Times New Roman" w:cs="Times New Roman"/>
          <w:sz w:val="24"/>
          <w:szCs w:val="24"/>
        </w:rPr>
        <w:t xml:space="preserve">  </w:t>
      </w:r>
      <w:r w:rsidR="00F22E77">
        <w:rPr>
          <w:rFonts w:ascii="Times New Roman" w:hAnsi="Times New Roman" w:cs="Times New Roman"/>
          <w:sz w:val="24"/>
          <w:szCs w:val="24"/>
        </w:rPr>
        <w:t xml:space="preserve">котлета правильной формы, </w:t>
      </w:r>
      <w:r w:rsidR="00E01847">
        <w:rPr>
          <w:rFonts w:ascii="Times New Roman" w:hAnsi="Times New Roman" w:cs="Times New Roman"/>
          <w:sz w:val="24"/>
          <w:szCs w:val="24"/>
        </w:rPr>
        <w:t xml:space="preserve">панировка </w:t>
      </w:r>
      <w:r w:rsidR="00F22E77">
        <w:rPr>
          <w:rFonts w:ascii="Times New Roman" w:hAnsi="Times New Roman" w:cs="Times New Roman"/>
          <w:sz w:val="24"/>
          <w:szCs w:val="24"/>
        </w:rPr>
        <w:t>без трещин</w:t>
      </w:r>
      <w:r w:rsidRPr="00F4687D">
        <w:rPr>
          <w:rFonts w:ascii="Times New Roman" w:hAnsi="Times New Roman" w:cs="Times New Roman"/>
          <w:sz w:val="24"/>
          <w:szCs w:val="24"/>
        </w:rPr>
        <w:t>.</w:t>
      </w:r>
    </w:p>
    <w:p w:rsidR="0027451D" w:rsidRPr="00F4687D" w:rsidRDefault="0027451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87D">
        <w:rPr>
          <w:rFonts w:ascii="Times New Roman" w:hAnsi="Times New Roman" w:cs="Times New Roman"/>
          <w:b/>
          <w:sz w:val="24"/>
          <w:szCs w:val="24"/>
        </w:rPr>
        <w:t>Консистенция:</w:t>
      </w:r>
      <w:r w:rsidRPr="00F4687D">
        <w:rPr>
          <w:rFonts w:ascii="Times New Roman" w:hAnsi="Times New Roman" w:cs="Times New Roman"/>
          <w:sz w:val="24"/>
          <w:szCs w:val="24"/>
        </w:rPr>
        <w:t xml:space="preserve">  </w:t>
      </w:r>
      <w:r w:rsidR="00F22E77">
        <w:rPr>
          <w:rFonts w:ascii="Times New Roman" w:hAnsi="Times New Roman" w:cs="Times New Roman"/>
          <w:sz w:val="24"/>
          <w:szCs w:val="24"/>
        </w:rPr>
        <w:t xml:space="preserve">сочная, </w:t>
      </w:r>
      <w:r w:rsidR="00E01847">
        <w:rPr>
          <w:rFonts w:ascii="Times New Roman" w:hAnsi="Times New Roman" w:cs="Times New Roman"/>
          <w:sz w:val="24"/>
          <w:szCs w:val="24"/>
        </w:rPr>
        <w:t>хрустящая</w:t>
      </w:r>
      <w:r w:rsidRPr="00F4687D">
        <w:rPr>
          <w:rFonts w:ascii="Times New Roman" w:hAnsi="Times New Roman" w:cs="Times New Roman"/>
          <w:sz w:val="24"/>
          <w:szCs w:val="24"/>
        </w:rPr>
        <w:t>.</w:t>
      </w:r>
    </w:p>
    <w:p w:rsidR="0027451D" w:rsidRPr="00F4687D" w:rsidRDefault="0027451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87D">
        <w:rPr>
          <w:rFonts w:ascii="Times New Roman" w:hAnsi="Times New Roman" w:cs="Times New Roman"/>
          <w:b/>
          <w:sz w:val="24"/>
          <w:szCs w:val="24"/>
        </w:rPr>
        <w:t>Цвет:</w:t>
      </w:r>
      <w:r w:rsidRPr="00F4687D">
        <w:rPr>
          <w:rFonts w:ascii="Times New Roman" w:hAnsi="Times New Roman" w:cs="Times New Roman"/>
          <w:sz w:val="24"/>
          <w:szCs w:val="24"/>
        </w:rPr>
        <w:t xml:space="preserve">  </w:t>
      </w:r>
      <w:r w:rsidR="00F22E77">
        <w:rPr>
          <w:rFonts w:ascii="Times New Roman" w:hAnsi="Times New Roman" w:cs="Times New Roman"/>
          <w:sz w:val="24"/>
          <w:szCs w:val="24"/>
        </w:rPr>
        <w:t>золотисто-коричневый</w:t>
      </w:r>
      <w:r w:rsidRPr="00F4687D">
        <w:rPr>
          <w:rFonts w:ascii="Times New Roman" w:hAnsi="Times New Roman" w:cs="Times New Roman"/>
          <w:sz w:val="24"/>
          <w:szCs w:val="24"/>
        </w:rPr>
        <w:t>.</w:t>
      </w:r>
    </w:p>
    <w:p w:rsidR="0027451D" w:rsidRPr="00F4687D" w:rsidRDefault="0027451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687D">
        <w:rPr>
          <w:rFonts w:ascii="Times New Roman" w:hAnsi="Times New Roman" w:cs="Times New Roman"/>
          <w:b/>
          <w:sz w:val="24"/>
          <w:szCs w:val="24"/>
        </w:rPr>
        <w:t>Вкус:</w:t>
      </w:r>
      <w:r w:rsidR="00F22E77">
        <w:rPr>
          <w:rFonts w:ascii="Times New Roman" w:hAnsi="Times New Roman" w:cs="Times New Roman"/>
          <w:sz w:val="24"/>
          <w:szCs w:val="24"/>
        </w:rPr>
        <w:t xml:space="preserve">  свойственный</w:t>
      </w:r>
      <w:r w:rsidRPr="00F4687D">
        <w:rPr>
          <w:rFonts w:ascii="Times New Roman" w:hAnsi="Times New Roman" w:cs="Times New Roman"/>
          <w:sz w:val="24"/>
          <w:szCs w:val="24"/>
        </w:rPr>
        <w:t>, без привкусов</w:t>
      </w:r>
      <w:r w:rsidR="00F22E77">
        <w:rPr>
          <w:rFonts w:ascii="Times New Roman" w:hAnsi="Times New Roman" w:cs="Times New Roman"/>
          <w:sz w:val="24"/>
          <w:szCs w:val="24"/>
        </w:rPr>
        <w:t>, в меру соленый.</w:t>
      </w:r>
    </w:p>
    <w:p w:rsidR="0027451D" w:rsidRPr="00F4687D" w:rsidRDefault="0027451D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687D">
        <w:rPr>
          <w:rFonts w:ascii="Times New Roman" w:hAnsi="Times New Roman" w:cs="Times New Roman"/>
          <w:b/>
          <w:sz w:val="24"/>
          <w:szCs w:val="24"/>
        </w:rPr>
        <w:t>Запах:</w:t>
      </w:r>
      <w:r w:rsidRPr="00F4687D">
        <w:rPr>
          <w:rFonts w:ascii="Times New Roman" w:hAnsi="Times New Roman" w:cs="Times New Roman"/>
          <w:sz w:val="24"/>
          <w:szCs w:val="24"/>
        </w:rPr>
        <w:t xml:space="preserve">  свойственный</w:t>
      </w:r>
      <w:r w:rsidR="00F22E7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22E77">
        <w:rPr>
          <w:rFonts w:ascii="Times New Roman" w:hAnsi="Times New Roman" w:cs="Times New Roman"/>
          <w:sz w:val="24"/>
          <w:szCs w:val="24"/>
        </w:rPr>
        <w:t>жаренной</w:t>
      </w:r>
      <w:proofErr w:type="gramEnd"/>
      <w:r w:rsidR="00F22E77">
        <w:rPr>
          <w:rFonts w:ascii="Times New Roman" w:hAnsi="Times New Roman" w:cs="Times New Roman"/>
          <w:sz w:val="24"/>
          <w:szCs w:val="24"/>
        </w:rPr>
        <w:t xml:space="preserve"> птицы</w:t>
      </w:r>
      <w:r w:rsidRPr="00F4687D">
        <w:rPr>
          <w:rFonts w:ascii="Times New Roman" w:hAnsi="Times New Roman" w:cs="Times New Roman"/>
          <w:sz w:val="24"/>
          <w:szCs w:val="24"/>
        </w:rPr>
        <w:t>.</w:t>
      </w:r>
    </w:p>
    <w:p w:rsidR="0027451D" w:rsidRPr="00F4687D" w:rsidRDefault="00E01847" w:rsidP="0027451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Температура подачи:</w:t>
      </w:r>
      <w:r w:rsidR="0027451D" w:rsidRPr="00F46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451D" w:rsidRPr="00F4687D">
        <w:rPr>
          <w:rFonts w:ascii="Times New Roman" w:hAnsi="Times New Roman" w:cs="Times New Roman"/>
          <w:sz w:val="24"/>
          <w:szCs w:val="24"/>
        </w:rPr>
        <w:t xml:space="preserve">65°С. </w:t>
      </w:r>
    </w:p>
    <w:p w:rsidR="0027451D" w:rsidRDefault="0027451D" w:rsidP="0027451D">
      <w:pPr>
        <w:pBdr>
          <w:bottom w:val="single" w:sz="12" w:space="1" w:color="auto"/>
        </w:pBd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3D7C" w:rsidRPr="00F4687D" w:rsidRDefault="002D3D7C" w:rsidP="0027451D">
      <w:pPr>
        <w:tabs>
          <w:tab w:val="left" w:pos="11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 масса кости</w:t>
      </w:r>
    </w:p>
    <w:sectPr w:rsidR="002D3D7C" w:rsidRPr="00F4687D" w:rsidSect="00A92AE6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451D"/>
    <w:rsid w:val="0027451D"/>
    <w:rsid w:val="002D3D7C"/>
    <w:rsid w:val="002F71E0"/>
    <w:rsid w:val="0042364D"/>
    <w:rsid w:val="00744253"/>
    <w:rsid w:val="00763AD4"/>
    <w:rsid w:val="00887CB2"/>
    <w:rsid w:val="00A92AE6"/>
    <w:rsid w:val="00B664EA"/>
    <w:rsid w:val="00BD0E1E"/>
    <w:rsid w:val="00C25AAC"/>
    <w:rsid w:val="00D36673"/>
    <w:rsid w:val="00E01847"/>
    <w:rsid w:val="00F22E77"/>
    <w:rsid w:val="00FB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1</cp:lastModifiedBy>
  <cp:revision>5</cp:revision>
  <dcterms:created xsi:type="dcterms:W3CDTF">2017-04-11T09:12:00Z</dcterms:created>
  <dcterms:modified xsi:type="dcterms:W3CDTF">2017-04-15T16:05:00Z</dcterms:modified>
</cp:coreProperties>
</file>